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1D5" w:rsidRDefault="00EC41D5" w:rsidP="00EC41D5">
      <w:r>
        <w:t>För er som vill ha Excelformuläret transponerat när ni karterar går det bra att markera hela formuläret (</w:t>
      </w:r>
      <w:proofErr w:type="spellStart"/>
      <w:r>
        <w:t>Ctrl+A</w:t>
      </w:r>
      <w:proofErr w:type="spellEnd"/>
      <w:r>
        <w:t>), Kopiera (</w:t>
      </w:r>
      <w:proofErr w:type="spellStart"/>
      <w:r>
        <w:t>Ctrl+C</w:t>
      </w:r>
      <w:proofErr w:type="spellEnd"/>
      <w:r>
        <w:t>), Skapa en ny flik, Klistra in transponerat:</w:t>
      </w:r>
    </w:p>
    <w:p w:rsidR="00EC41D5" w:rsidRDefault="00EC41D5" w:rsidP="00EC41D5">
      <w:r>
        <w:rPr>
          <w:noProof/>
          <w:lang w:eastAsia="sv-SE"/>
        </w:rPr>
        <w:drawing>
          <wp:inline distT="0" distB="0" distL="0" distR="0">
            <wp:extent cx="730885" cy="739775"/>
            <wp:effectExtent l="0" t="0" r="0" b="3175"/>
            <wp:docPr id="1" name="Bildobjek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objekt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88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41D5" w:rsidRDefault="00EC41D5" w:rsidP="00EC41D5">
      <w:r>
        <w:t xml:space="preserve">När protokollet är ifyllt och ska importeras gör ni motsvarande och klistrar in och vänder tillbaka protokollet i ursprungsfliken. Fliken som ska läsas in måste ha rätt namn enligt mallen och ligga först. </w:t>
      </w:r>
    </w:p>
    <w:p w:rsidR="008F0174" w:rsidRDefault="008F0174">
      <w:bookmarkStart w:id="0" w:name="_GoBack"/>
      <w:bookmarkEnd w:id="0"/>
    </w:p>
    <w:sectPr w:rsidR="008F01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1D5"/>
    <w:rsid w:val="008F0174"/>
    <w:rsid w:val="00EC4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706DE"/>
  <w15:chartTrackingRefBased/>
  <w15:docId w15:val="{F5858EBD-EE20-4189-96F3-3A6E6C314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EC41D5"/>
    <w:pPr>
      <w:spacing w:after="0" w:line="240" w:lineRule="auto"/>
    </w:p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499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4726DC7F.dotm</Template>
  <TotalTime>1</TotalTime>
  <Pages>1</Pages>
  <Words>60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Weimann Lisa</dc:creator>
  <cp:keywords/>
  <dc:description/>
  <cp:lastModifiedBy>Weimann Lisa</cp:lastModifiedBy>
  <cp:revision>1</cp:revision>
  <dcterms:created xsi:type="dcterms:W3CDTF">2017-06-02T07:23:00Z</dcterms:created>
  <dcterms:modified xsi:type="dcterms:W3CDTF">2017-06-02T07:24:00Z</dcterms:modified>
</cp:coreProperties>
</file>